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249F8" w14:textId="6829F10D" w:rsidR="00DE66ED" w:rsidRPr="00080C4D" w:rsidRDefault="00DE66ED" w:rsidP="009F51A6">
      <w:pPr>
        <w:pStyle w:val="Titredudocument"/>
      </w:pPr>
      <w:r w:rsidRPr="00080C4D">
        <w:t>Fiche élève : «</w:t>
      </w:r>
      <w:r w:rsidR="00C57B55">
        <w:t> </w:t>
      </w:r>
      <w:r w:rsidRPr="00080C4D">
        <w:t>Je m’entraîne</w:t>
      </w:r>
      <w:r w:rsidR="00C57B55">
        <w:t> </w:t>
      </w:r>
      <w:r w:rsidRPr="00080C4D">
        <w:t>» (E</w:t>
      </w:r>
      <w:r w:rsidR="00835A50" w:rsidRPr="00080C4D">
        <w:t>1</w:t>
      </w:r>
      <w:r w:rsidRPr="00080C4D">
        <w:t>)</w:t>
      </w:r>
    </w:p>
    <w:p w14:paraId="4E4C5F81" w14:textId="33EFF518" w:rsidR="00DE66ED" w:rsidRPr="00080C4D" w:rsidRDefault="00DE66ED" w:rsidP="009F51A6">
      <w:pPr>
        <w:pStyle w:val="Encartgras"/>
        <w:rPr>
          <w:rFonts w:eastAsiaTheme="minorHAnsi"/>
          <w:i/>
        </w:rPr>
      </w:pPr>
      <w:r w:rsidRPr="00080C4D">
        <w:rPr>
          <w:bCs/>
        </w:rPr>
        <w:t>Domaine</w:t>
      </w:r>
      <w:r w:rsidR="00C57B55">
        <w:rPr>
          <w:bCs/>
        </w:rPr>
        <w:t> </w:t>
      </w:r>
      <w:r w:rsidRPr="00080C4D">
        <w:rPr>
          <w:bCs/>
        </w:rPr>
        <w:t xml:space="preserve">: </w:t>
      </w:r>
      <w:r w:rsidRPr="00080C4D">
        <w:rPr>
          <w:rFonts w:eastAsiaTheme="minorHAnsi"/>
        </w:rPr>
        <w:t>Nombres et calculs</w:t>
      </w:r>
    </w:p>
    <w:p w14:paraId="783F29A6" w14:textId="77842BD6" w:rsidR="00DE66ED" w:rsidRDefault="00DE66ED" w:rsidP="009F51A6">
      <w:pPr>
        <w:pStyle w:val="Encartgras"/>
        <w:rPr>
          <w:rFonts w:eastAsiaTheme="minorHAnsi"/>
        </w:rPr>
      </w:pPr>
      <w:r w:rsidRPr="00080C4D">
        <w:t xml:space="preserve">Sous thème : </w:t>
      </w:r>
      <w:r w:rsidRPr="00080C4D">
        <w:rPr>
          <w:rFonts w:eastAsiaTheme="minorHAnsi"/>
        </w:rPr>
        <w:t>Calcul littéral – Réduction d’expressions – Entraînement</w:t>
      </w:r>
    </w:p>
    <w:p w14:paraId="2492B8BD" w14:textId="508C67B7" w:rsidR="009F51A6" w:rsidRPr="009F51A6" w:rsidRDefault="009F51A6" w:rsidP="009F51A6">
      <w:pPr>
        <w:pStyle w:val="Titre1"/>
        <w:rPr>
          <w:rFonts w:eastAsiaTheme="minorHAnsi"/>
        </w:rPr>
      </w:pPr>
      <w:r>
        <w:rPr>
          <w:rFonts w:eastAsiaTheme="minorHAnsi"/>
        </w:rPr>
        <w:t>Je comprends</w:t>
      </w:r>
    </w:p>
    <w:p w14:paraId="4CABB545" w14:textId="77777777" w:rsidR="00DE66ED" w:rsidRPr="00080C4D" w:rsidRDefault="00DE66ED" w:rsidP="00AC2EB1">
      <w:pPr>
        <w:pStyle w:val="Paragraphedeliste"/>
        <w:numPr>
          <w:ilvl w:val="0"/>
          <w:numId w:val="1"/>
        </w:numPr>
        <w:spacing w:before="240"/>
        <w:rPr>
          <w:sz w:val="24"/>
          <w:szCs w:val="24"/>
        </w:rPr>
      </w:pPr>
      <w:r w:rsidRPr="00080C4D">
        <w:rPr>
          <w:sz w:val="24"/>
          <w:szCs w:val="24"/>
        </w:rPr>
        <w:t>Rappel sur les priorités opératoires</w:t>
      </w:r>
    </w:p>
    <w:p w14:paraId="7255FDE4" w14:textId="16C8932A" w:rsidR="00DE66ED" w:rsidRDefault="00DE66ED" w:rsidP="00DE66ED">
      <w:pPr>
        <w:rPr>
          <w:sz w:val="24"/>
          <w:szCs w:val="24"/>
        </w:rPr>
      </w:pPr>
      <w:r w:rsidRPr="00080C4D">
        <w:rPr>
          <w:noProof/>
          <w:sz w:val="24"/>
          <w:szCs w:val="24"/>
        </w:rPr>
        <w:drawing>
          <wp:inline distT="0" distB="0" distL="0" distR="0" wp14:anchorId="7F01F2AF" wp14:editId="14D1DA59">
            <wp:extent cx="6644430" cy="4939200"/>
            <wp:effectExtent l="0" t="0" r="0" b="1270"/>
            <wp:docPr id="534261348" name="Image 2" descr="Une image contenant texte, capture d’écran, Polic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261348" name="Image 2" descr="Une image contenant texte, capture d’écran, Police, conception&#10;&#10;Description générée automatiquement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47443"/>
                    <a:stretch/>
                  </pic:blipFill>
                  <pic:spPr bwMode="auto">
                    <a:xfrm>
                      <a:off x="0" y="0"/>
                      <a:ext cx="6644430" cy="493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FA0E42" w14:textId="63E3EFB6" w:rsidR="00DE66ED" w:rsidRPr="00080C4D" w:rsidRDefault="00DE66ED" w:rsidP="00AC2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240"/>
        <w:rPr>
          <w:rFonts w:eastAsiaTheme="minorEastAsia"/>
        </w:rPr>
      </w:pPr>
      <w:r w:rsidRPr="00080C4D">
        <w:t>On considère l’expression</w:t>
      </w:r>
      <w:r w:rsidR="005E4356" w:rsidRPr="00080C4D">
        <w:t> :</w:t>
      </w:r>
      <w:r w:rsidRPr="00080C4D">
        <w:t xml:space="preserve"> </w:t>
      </w:r>
      <m:oMath>
        <m:r>
          <w:rPr>
            <w:rFonts w:ascii="Cambria Math" w:hAnsi="Cambria Math"/>
          </w:rPr>
          <m:t>6x-8</m:t>
        </m:r>
      </m:oMath>
      <w:r w:rsidRPr="00080C4D">
        <w:rPr>
          <w:rFonts w:eastAsiaTheme="minorEastAsia"/>
        </w:rPr>
        <w:t>.</w:t>
      </w:r>
      <w:r w:rsidRPr="00080C4D">
        <w:rPr>
          <w:rFonts w:eastAsiaTheme="minorEastAsia"/>
        </w:rPr>
        <w:br/>
      </w:r>
      <m:oMath>
        <m:r>
          <w:rPr>
            <w:rFonts w:ascii="Cambria Math" w:eastAsiaTheme="minorEastAsia" w:hAnsi="Cambria Math"/>
          </w:rPr>
          <m:t>6x</m:t>
        </m:r>
      </m:oMath>
      <w:r w:rsidRPr="00080C4D">
        <w:rPr>
          <w:rFonts w:eastAsiaTheme="minorEastAsia"/>
        </w:rPr>
        <w:t xml:space="preserve"> est un produit.</w:t>
      </w:r>
      <w:r w:rsidR="005E4356" w:rsidRPr="00080C4D">
        <w:rPr>
          <w:rFonts w:eastAsiaTheme="minorEastAsia"/>
        </w:rPr>
        <w:br/>
      </w:r>
      <w:r w:rsidRPr="00080C4D">
        <w:rPr>
          <w:rFonts w:eastAsiaTheme="minorEastAsia"/>
        </w:rPr>
        <w:t>La multiplication est prioritaire sur la soustraction</w:t>
      </w:r>
      <w:r w:rsidR="005E4356" w:rsidRPr="00080C4D">
        <w:rPr>
          <w:rFonts w:eastAsiaTheme="minorEastAsia"/>
        </w:rPr>
        <w:t>, d</w:t>
      </w:r>
      <w:r w:rsidRPr="00080C4D">
        <w:rPr>
          <w:rFonts w:eastAsiaTheme="minorEastAsia"/>
        </w:rPr>
        <w:t xml:space="preserve">onc </w:t>
      </w:r>
      <w:r w:rsidRPr="00080C4D">
        <w:rPr>
          <w:rFonts w:eastAsiaTheme="minorEastAsia"/>
          <w:b/>
          <w:bCs/>
        </w:rPr>
        <w:t xml:space="preserve">la </w:t>
      </w:r>
      <w:r w:rsidRPr="00080C4D">
        <w:rPr>
          <w:rFonts w:eastAsiaTheme="minorEastAsia"/>
          <w:b/>
          <w:bCs/>
          <w:u w:val="single"/>
        </w:rPr>
        <w:t>dernière opération</w:t>
      </w:r>
      <w:r w:rsidRPr="00080C4D">
        <w:rPr>
          <w:rFonts w:eastAsiaTheme="minorEastAsia"/>
          <w:b/>
          <w:bCs/>
        </w:rPr>
        <w:t xml:space="preserve"> effectuée est une </w:t>
      </w:r>
      <w:r w:rsidRPr="00080C4D">
        <w:rPr>
          <w:rFonts w:eastAsiaTheme="minorEastAsia"/>
          <w:b/>
          <w:bCs/>
          <w:u w:val="single"/>
        </w:rPr>
        <w:t>soustraction</w:t>
      </w:r>
      <w:r w:rsidR="0067016B" w:rsidRPr="00080C4D">
        <w:rPr>
          <w:rFonts w:eastAsiaTheme="minorEastAsia"/>
          <w:b/>
          <w:bCs/>
        </w:rPr>
        <w:t>.</w:t>
      </w:r>
      <w:r w:rsidR="005E4356" w:rsidRPr="00080C4D">
        <w:rPr>
          <w:rFonts w:eastAsiaTheme="minorEastAsia"/>
        </w:rPr>
        <w:br/>
        <w:t>C</w:t>
      </w:r>
      <w:r w:rsidRPr="00080C4D">
        <w:rPr>
          <w:rFonts w:eastAsiaTheme="minorEastAsia"/>
        </w:rPr>
        <w:t xml:space="preserve">ette expression est </w:t>
      </w:r>
      <w:r w:rsidR="005E4356" w:rsidRPr="00080C4D">
        <w:rPr>
          <w:rFonts w:eastAsiaTheme="minorEastAsia"/>
        </w:rPr>
        <w:t xml:space="preserve">donc </w:t>
      </w:r>
      <w:r w:rsidRPr="00080C4D">
        <w:rPr>
          <w:rFonts w:eastAsiaTheme="minorEastAsia"/>
        </w:rPr>
        <w:t xml:space="preserve">une </w:t>
      </w:r>
      <w:r w:rsidRPr="00080C4D">
        <w:rPr>
          <w:rFonts w:eastAsiaTheme="minorEastAsia"/>
          <w:b/>
          <w:bCs/>
          <w:u w:val="single"/>
        </w:rPr>
        <w:t>différence</w:t>
      </w:r>
      <w:r w:rsidRPr="00080C4D">
        <w:rPr>
          <w:rFonts w:eastAsiaTheme="minorEastAsia"/>
        </w:rPr>
        <w:t>.</w:t>
      </w:r>
    </w:p>
    <w:p w14:paraId="50F8385F" w14:textId="77777777" w:rsidR="00DE66ED" w:rsidRPr="00080C4D" w:rsidRDefault="00DE66ED">
      <w:pPr>
        <w:rPr>
          <w:rFonts w:eastAsiaTheme="majorEastAsia"/>
          <w:color w:val="2F5496" w:themeColor="accent1" w:themeShade="BF"/>
          <w:sz w:val="24"/>
          <w:szCs w:val="24"/>
        </w:rPr>
      </w:pPr>
      <w:r w:rsidRPr="00080C4D">
        <w:rPr>
          <w:sz w:val="24"/>
          <w:szCs w:val="24"/>
        </w:rPr>
        <w:br w:type="page"/>
      </w:r>
    </w:p>
    <w:p w14:paraId="561E3CEA" w14:textId="77777777" w:rsidR="009F51A6" w:rsidRDefault="009F51A6" w:rsidP="009F51A6">
      <w:pPr>
        <w:pStyle w:val="Titre1"/>
        <w:spacing w:before="100" w:after="100"/>
      </w:pPr>
      <w:r>
        <w:lastRenderedPageBreak/>
        <w:t>Je m’exerce</w:t>
      </w:r>
    </w:p>
    <w:p w14:paraId="76D3C55E" w14:textId="01C0C720" w:rsidR="00DE66ED" w:rsidRPr="00080C4D" w:rsidRDefault="00DE66ED" w:rsidP="00DE66ED">
      <w:pPr>
        <w:pStyle w:val="Titre2"/>
        <w:spacing w:before="0"/>
        <w:rPr>
          <w:szCs w:val="24"/>
        </w:rPr>
      </w:pPr>
      <w:r w:rsidRPr="00080C4D">
        <w:rPr>
          <w:szCs w:val="24"/>
        </w:rPr>
        <w:t>Exercice</w:t>
      </w:r>
      <w:r w:rsidR="00C57B55">
        <w:rPr>
          <w:szCs w:val="24"/>
        </w:rPr>
        <w:t> </w:t>
      </w:r>
      <w:r w:rsidRPr="00080C4D">
        <w:rPr>
          <w:szCs w:val="24"/>
        </w:rPr>
        <w:t>1 :</w:t>
      </w:r>
      <w:r w:rsidR="0072562A" w:rsidRPr="00080C4D">
        <w:rPr>
          <w:szCs w:val="24"/>
        </w:rPr>
        <w:t xml:space="preserve"> </w:t>
      </w:r>
      <w:r w:rsidR="00AC2EB1">
        <w:rPr>
          <w:szCs w:val="24"/>
        </w:rPr>
        <w:t>i</w:t>
      </w:r>
      <w:r w:rsidR="0072562A" w:rsidRPr="00080C4D">
        <w:rPr>
          <w:szCs w:val="24"/>
        </w:rPr>
        <w:t>dentifier la nature d’une expression littérale</w:t>
      </w:r>
    </w:p>
    <w:p w14:paraId="670007E8" w14:textId="77777777" w:rsidR="00DE66ED" w:rsidRPr="00080C4D" w:rsidRDefault="00DE66ED" w:rsidP="00AC2EB1">
      <w:pPr>
        <w:spacing w:after="0"/>
      </w:pPr>
      <w:r w:rsidRPr="00080C4D">
        <w:t>Pour chaque expression, indique dans la colonne de droite s’il s’agit :</w:t>
      </w:r>
    </w:p>
    <w:p w14:paraId="073C33C4" w14:textId="09E36DE6" w:rsidR="00DE66ED" w:rsidRPr="00080C4D" w:rsidRDefault="00DE66ED" w:rsidP="00DE66ED">
      <w:pPr>
        <w:pStyle w:val="Paragraphedeliste"/>
        <w:numPr>
          <w:ilvl w:val="0"/>
          <w:numId w:val="1"/>
        </w:numPr>
        <w:spacing w:after="0"/>
      </w:pPr>
      <w:r w:rsidRPr="00080C4D">
        <w:t>d’une somme</w:t>
      </w:r>
      <w:r w:rsidR="00C57B55">
        <w:t> </w:t>
      </w:r>
      <w:r w:rsidRPr="00080C4D">
        <w:t>;</w:t>
      </w:r>
    </w:p>
    <w:p w14:paraId="2B9A8992" w14:textId="7C4B39AA" w:rsidR="00DE66ED" w:rsidRPr="00080C4D" w:rsidRDefault="00DE66ED" w:rsidP="00DE66ED">
      <w:pPr>
        <w:pStyle w:val="Paragraphedeliste"/>
        <w:numPr>
          <w:ilvl w:val="0"/>
          <w:numId w:val="1"/>
        </w:numPr>
        <w:spacing w:after="0"/>
      </w:pPr>
      <w:r w:rsidRPr="00080C4D">
        <w:t>d’une différence</w:t>
      </w:r>
      <w:r w:rsidR="00C57B55">
        <w:t> </w:t>
      </w:r>
      <w:r w:rsidRPr="00080C4D">
        <w:t>;</w:t>
      </w:r>
    </w:p>
    <w:p w14:paraId="275BBE00" w14:textId="7BE0EF2B" w:rsidR="00DE66ED" w:rsidRPr="00080C4D" w:rsidRDefault="00DE66ED" w:rsidP="00AC2EB1">
      <w:pPr>
        <w:pStyle w:val="Paragraphedeliste"/>
        <w:numPr>
          <w:ilvl w:val="0"/>
          <w:numId w:val="1"/>
        </w:numPr>
      </w:pPr>
      <w:r w:rsidRPr="00080C4D">
        <w:t>d’un produit.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DE66ED" w:rsidRPr="009F51A6" w14:paraId="18B9D235" w14:textId="77777777" w:rsidTr="00805B50">
        <w:tc>
          <w:tcPr>
            <w:tcW w:w="5228" w:type="dxa"/>
            <w:shd w:val="clear" w:color="auto" w:fill="auto"/>
          </w:tcPr>
          <w:p w14:paraId="0594D068" w14:textId="77777777" w:rsidR="00DE66ED" w:rsidRPr="009F51A6" w:rsidRDefault="00DE66ED" w:rsidP="00823125">
            <w:pPr>
              <w:jc w:val="center"/>
              <w:rPr>
                <w:b/>
                <w:sz w:val="22"/>
              </w:rPr>
            </w:pPr>
            <w:r w:rsidRPr="009F51A6">
              <w:rPr>
                <w:b/>
                <w:sz w:val="22"/>
              </w:rPr>
              <w:t>Expression</w:t>
            </w:r>
          </w:p>
        </w:tc>
        <w:tc>
          <w:tcPr>
            <w:tcW w:w="5228" w:type="dxa"/>
            <w:shd w:val="clear" w:color="auto" w:fill="auto"/>
          </w:tcPr>
          <w:p w14:paraId="390BE76B" w14:textId="560B9529" w:rsidR="00DE66ED" w:rsidRPr="009F51A6" w:rsidRDefault="00CF6A58" w:rsidP="00823125">
            <w:pPr>
              <w:jc w:val="center"/>
              <w:rPr>
                <w:b/>
                <w:sz w:val="22"/>
              </w:rPr>
            </w:pPr>
            <w:r w:rsidRPr="009F51A6">
              <w:rPr>
                <w:b/>
                <w:sz w:val="22"/>
              </w:rPr>
              <w:t>Somme, produit, différence</w:t>
            </w:r>
            <w:r w:rsidR="00C57B55">
              <w:rPr>
                <w:b/>
                <w:sz w:val="22"/>
              </w:rPr>
              <w:t> </w:t>
            </w:r>
            <w:r w:rsidRPr="009F51A6">
              <w:rPr>
                <w:b/>
                <w:sz w:val="22"/>
              </w:rPr>
              <w:t>?</w:t>
            </w:r>
          </w:p>
        </w:tc>
      </w:tr>
      <w:tr w:rsidR="00DE66ED" w:rsidRPr="009F51A6" w14:paraId="344956F0" w14:textId="77777777" w:rsidTr="00805B50">
        <w:trPr>
          <w:trHeight w:val="567"/>
        </w:trPr>
        <w:tc>
          <w:tcPr>
            <w:tcW w:w="5228" w:type="dxa"/>
            <w:vAlign w:val="center"/>
          </w:tcPr>
          <w:p w14:paraId="2E0B89B2" w14:textId="1C3884ED" w:rsidR="00DE66ED" w:rsidRPr="009F51A6" w:rsidRDefault="00DE66ED" w:rsidP="009F51A6">
            <w:pPr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9-2n</m:t>
                </m:r>
              </m:oMath>
            </m:oMathPara>
          </w:p>
        </w:tc>
        <w:tc>
          <w:tcPr>
            <w:tcW w:w="5228" w:type="dxa"/>
          </w:tcPr>
          <w:p w14:paraId="0BAE2EE2" w14:textId="77777777" w:rsidR="00DE66ED" w:rsidRPr="009F51A6" w:rsidRDefault="00DE66ED" w:rsidP="00823125">
            <w:pPr>
              <w:rPr>
                <w:sz w:val="22"/>
              </w:rPr>
            </w:pPr>
          </w:p>
        </w:tc>
      </w:tr>
      <w:tr w:rsidR="00DE66ED" w:rsidRPr="009F51A6" w14:paraId="2E9F7B36" w14:textId="77777777" w:rsidTr="00805B50">
        <w:trPr>
          <w:trHeight w:val="567"/>
        </w:trPr>
        <w:tc>
          <w:tcPr>
            <w:tcW w:w="5228" w:type="dxa"/>
            <w:vAlign w:val="center"/>
          </w:tcPr>
          <w:p w14:paraId="7C990FEC" w14:textId="77777777" w:rsidR="00DE66ED" w:rsidRPr="009F51A6" w:rsidRDefault="00DE66ED" w:rsidP="009F51A6">
            <w:pPr>
              <w:rPr>
                <w:rFonts w:eastAsia="Calibri"/>
                <w:sz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</w:rPr>
                  <m:t>12x+7</m:t>
                </m:r>
              </m:oMath>
            </m:oMathPara>
          </w:p>
        </w:tc>
        <w:tc>
          <w:tcPr>
            <w:tcW w:w="5228" w:type="dxa"/>
          </w:tcPr>
          <w:p w14:paraId="1704CFAA" w14:textId="77777777" w:rsidR="00DE66ED" w:rsidRPr="009F51A6" w:rsidRDefault="00DE66ED" w:rsidP="00823125">
            <w:pPr>
              <w:rPr>
                <w:sz w:val="22"/>
              </w:rPr>
            </w:pPr>
          </w:p>
        </w:tc>
      </w:tr>
      <w:tr w:rsidR="00DE66ED" w:rsidRPr="009F51A6" w14:paraId="4213C988" w14:textId="77777777" w:rsidTr="00805B50">
        <w:trPr>
          <w:trHeight w:val="567"/>
        </w:trPr>
        <w:tc>
          <w:tcPr>
            <w:tcW w:w="5228" w:type="dxa"/>
            <w:vAlign w:val="center"/>
          </w:tcPr>
          <w:p w14:paraId="202508F0" w14:textId="3C16680E" w:rsidR="00DE66ED" w:rsidRPr="009F51A6" w:rsidRDefault="00DE66ED" w:rsidP="009F51A6">
            <w:pPr>
              <w:rPr>
                <w:rFonts w:eastAsiaTheme="minorEastAsia"/>
                <w:iCs w:val="0"/>
                <w:sz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</w:rPr>
                  <m:t>4</m:t>
                </m:r>
                <m:d>
                  <m:dPr>
                    <m:ctrlPr>
                      <w:rPr>
                        <w:rFonts w:ascii="Cambria Math" w:eastAsia="Calibri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sz w:val="22"/>
                      </w:rPr>
                      <m:t>y-5</m:t>
                    </m:r>
                  </m:e>
                </m:d>
              </m:oMath>
            </m:oMathPara>
          </w:p>
        </w:tc>
        <w:tc>
          <w:tcPr>
            <w:tcW w:w="5228" w:type="dxa"/>
          </w:tcPr>
          <w:p w14:paraId="47D4998E" w14:textId="77777777" w:rsidR="00DE66ED" w:rsidRPr="009F51A6" w:rsidRDefault="00DE66ED" w:rsidP="00823125">
            <w:pPr>
              <w:rPr>
                <w:sz w:val="22"/>
              </w:rPr>
            </w:pPr>
          </w:p>
        </w:tc>
      </w:tr>
      <w:tr w:rsidR="00DE66ED" w:rsidRPr="009F51A6" w14:paraId="6CAFBAAA" w14:textId="77777777" w:rsidTr="00805B50">
        <w:trPr>
          <w:trHeight w:val="567"/>
        </w:trPr>
        <w:tc>
          <w:tcPr>
            <w:tcW w:w="5228" w:type="dxa"/>
            <w:vAlign w:val="center"/>
          </w:tcPr>
          <w:p w14:paraId="7CD192AE" w14:textId="6883C1E0" w:rsidR="00DE66ED" w:rsidRPr="009F51A6" w:rsidRDefault="006A1603" w:rsidP="009F51A6">
            <w:pPr>
              <w:rPr>
                <w:rFonts w:eastAsia="Calibri"/>
                <w:sz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sz w:val="22"/>
                      </w:rPr>
                      <m:t>(x-4)</m:t>
                    </m:r>
                  </m:e>
                  <m:sup>
                    <m:r>
                      <w:rPr>
                        <w:rFonts w:ascii="Cambria Math" w:eastAsia="Calibri" w:hAnsi="Cambria Math"/>
                        <w:sz w:val="2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228" w:type="dxa"/>
          </w:tcPr>
          <w:p w14:paraId="0EF51EEA" w14:textId="77777777" w:rsidR="00DE66ED" w:rsidRPr="009F51A6" w:rsidRDefault="00DE66ED" w:rsidP="00823125">
            <w:pPr>
              <w:rPr>
                <w:sz w:val="22"/>
              </w:rPr>
            </w:pPr>
          </w:p>
        </w:tc>
      </w:tr>
      <w:tr w:rsidR="00DE66ED" w:rsidRPr="009F51A6" w14:paraId="1297E1EB" w14:textId="77777777" w:rsidTr="00805B50">
        <w:trPr>
          <w:trHeight w:val="567"/>
        </w:trPr>
        <w:tc>
          <w:tcPr>
            <w:tcW w:w="5228" w:type="dxa"/>
            <w:vAlign w:val="center"/>
          </w:tcPr>
          <w:p w14:paraId="1D82B75B" w14:textId="797B41F1" w:rsidR="00DE66ED" w:rsidRPr="009F51A6" w:rsidRDefault="006A1603" w:rsidP="009F51A6">
            <w:pPr>
              <w:rPr>
                <w:rFonts w:eastAsia="Calibri"/>
                <w:sz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sz w:val="22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/>
                        <w:sz w:val="22"/>
                      </w:rPr>
                      <m:t>3</m:t>
                    </m:r>
                  </m:sup>
                </m:sSup>
                <m:r>
                  <w:rPr>
                    <w:rFonts w:ascii="Cambria Math" w:eastAsia="Calibri" w:hAnsi="Cambria Math"/>
                    <w:sz w:val="22"/>
                  </w:rPr>
                  <m:t>+11</m:t>
                </m:r>
              </m:oMath>
            </m:oMathPara>
          </w:p>
        </w:tc>
        <w:tc>
          <w:tcPr>
            <w:tcW w:w="5228" w:type="dxa"/>
          </w:tcPr>
          <w:p w14:paraId="3AC0D428" w14:textId="77777777" w:rsidR="00DE66ED" w:rsidRPr="009F51A6" w:rsidRDefault="00DE66ED" w:rsidP="00823125">
            <w:pPr>
              <w:rPr>
                <w:sz w:val="22"/>
              </w:rPr>
            </w:pPr>
          </w:p>
        </w:tc>
      </w:tr>
    </w:tbl>
    <w:p w14:paraId="7EF71151" w14:textId="46443EEA" w:rsidR="00835A50" w:rsidRPr="00080C4D" w:rsidRDefault="00AC2EB1" w:rsidP="009F51A6">
      <w:pPr>
        <w:pStyle w:val="Titre1"/>
      </w:pPr>
      <w:r>
        <w:t>Je m’autoévalue</w:t>
      </w:r>
    </w:p>
    <w:p w14:paraId="67604A55" w14:textId="3813DC06" w:rsidR="00835A50" w:rsidRPr="00080C4D" w:rsidRDefault="00835A50" w:rsidP="00835A50">
      <w:pPr>
        <w:pStyle w:val="Paragraphedeliste"/>
        <w:numPr>
          <w:ilvl w:val="0"/>
          <w:numId w:val="2"/>
        </w:numPr>
        <w:spacing w:after="0"/>
      </w:pPr>
      <w:r w:rsidRPr="00080C4D">
        <w:t>J’ai trouvé les bonnes réponses</w:t>
      </w:r>
      <w:r w:rsidR="00C57B55">
        <w:t> </w:t>
      </w:r>
      <w:r w:rsidRPr="00080C4D">
        <w:t>: je peux faire l’exercice</w:t>
      </w:r>
      <w:r w:rsidR="00C57B55">
        <w:t> </w:t>
      </w:r>
      <w:r w:rsidRPr="00080C4D">
        <w:t>2 de cette fiche.</w:t>
      </w:r>
    </w:p>
    <w:p w14:paraId="74108D18" w14:textId="77777777" w:rsidR="00835A50" w:rsidRPr="00080C4D" w:rsidRDefault="00835A50" w:rsidP="00835A50">
      <w:pPr>
        <w:pStyle w:val="Paragraphedeliste"/>
        <w:numPr>
          <w:ilvl w:val="0"/>
          <w:numId w:val="2"/>
        </w:numPr>
        <w:spacing w:after="0"/>
      </w:pPr>
      <w:r w:rsidRPr="00080C4D">
        <w:t>Sinon, j’appelle le professeur ou un camarade pour m’expliquer.</w:t>
      </w:r>
    </w:p>
    <w:p w14:paraId="155EE4CC" w14:textId="77777777" w:rsidR="009F51A6" w:rsidRDefault="009F51A6" w:rsidP="009F51A6">
      <w:pPr>
        <w:pStyle w:val="Titre1"/>
        <w:spacing w:before="100" w:after="100"/>
      </w:pPr>
      <w:r>
        <w:t>Je m’exerce</w:t>
      </w:r>
    </w:p>
    <w:p w14:paraId="21A946EA" w14:textId="4B377407" w:rsidR="00835A50" w:rsidRPr="00080C4D" w:rsidRDefault="00835A50" w:rsidP="00AC2EB1">
      <w:pPr>
        <w:pStyle w:val="Titre2"/>
        <w:rPr>
          <w:szCs w:val="24"/>
        </w:rPr>
      </w:pPr>
      <w:r w:rsidRPr="00080C4D">
        <w:rPr>
          <w:szCs w:val="24"/>
        </w:rPr>
        <w:t>Exercice</w:t>
      </w:r>
      <w:r w:rsidR="00C57B55">
        <w:rPr>
          <w:szCs w:val="24"/>
        </w:rPr>
        <w:t> </w:t>
      </w:r>
      <w:r w:rsidRPr="00080C4D">
        <w:rPr>
          <w:szCs w:val="24"/>
        </w:rPr>
        <w:t>2 :</w:t>
      </w:r>
      <w:r w:rsidR="0072562A" w:rsidRPr="00080C4D">
        <w:rPr>
          <w:szCs w:val="24"/>
        </w:rPr>
        <w:t xml:space="preserve"> </w:t>
      </w:r>
      <w:r w:rsidR="00AC2EB1">
        <w:rPr>
          <w:szCs w:val="24"/>
        </w:rPr>
        <w:t>r</w:t>
      </w:r>
      <w:r w:rsidR="0072562A" w:rsidRPr="00080C4D">
        <w:rPr>
          <w:szCs w:val="24"/>
        </w:rPr>
        <w:t>éduire une expression littérale pour identifier sa nature</w:t>
      </w:r>
    </w:p>
    <w:p w14:paraId="78E91C18" w14:textId="41183999" w:rsidR="0072562A" w:rsidRPr="00080C4D" w:rsidRDefault="00835A50" w:rsidP="00AC2EB1">
      <w:pPr>
        <w:spacing w:after="0"/>
      </w:pPr>
      <w:r w:rsidRPr="00080C4D">
        <w:t xml:space="preserve">Simplifie </w:t>
      </w:r>
      <w:r w:rsidR="0061661E" w:rsidRPr="00080C4D">
        <w:t xml:space="preserve">au maximum </w:t>
      </w:r>
      <w:r w:rsidRPr="00080C4D">
        <w:t>les ex</w:t>
      </w:r>
      <w:r w:rsidR="003C5225" w:rsidRPr="00080C4D">
        <w:t>pressions suivantes</w:t>
      </w:r>
      <w:r w:rsidR="0072562A" w:rsidRPr="00080C4D">
        <w:t>,</w:t>
      </w:r>
      <w:r w:rsidR="003C5225" w:rsidRPr="00080C4D">
        <w:t xml:space="preserve"> </w:t>
      </w:r>
      <w:r w:rsidR="0072562A" w:rsidRPr="00080C4D">
        <w:t>lorsque c’est</w:t>
      </w:r>
      <w:r w:rsidR="003C5225" w:rsidRPr="00080C4D">
        <w:t xml:space="preserve"> possible</w:t>
      </w:r>
      <w:r w:rsidR="0072562A" w:rsidRPr="00080C4D">
        <w:t>, puis indique dans la colonne de droite s’il s’agit :</w:t>
      </w:r>
    </w:p>
    <w:p w14:paraId="21E7CAEB" w14:textId="57181029" w:rsidR="0072562A" w:rsidRPr="00080C4D" w:rsidRDefault="0072562A" w:rsidP="0072562A">
      <w:pPr>
        <w:pStyle w:val="Paragraphedeliste"/>
        <w:numPr>
          <w:ilvl w:val="0"/>
          <w:numId w:val="1"/>
        </w:numPr>
        <w:spacing w:after="0"/>
      </w:pPr>
      <w:r w:rsidRPr="00080C4D">
        <w:t>d’une somme</w:t>
      </w:r>
      <w:r w:rsidR="00C57B55">
        <w:t> </w:t>
      </w:r>
      <w:r w:rsidRPr="00080C4D">
        <w:t>;</w:t>
      </w:r>
    </w:p>
    <w:p w14:paraId="54605922" w14:textId="5CE46103" w:rsidR="0072562A" w:rsidRPr="00080C4D" w:rsidRDefault="0072562A" w:rsidP="0072562A">
      <w:pPr>
        <w:pStyle w:val="Paragraphedeliste"/>
        <w:numPr>
          <w:ilvl w:val="0"/>
          <w:numId w:val="1"/>
        </w:numPr>
        <w:spacing w:after="0"/>
      </w:pPr>
      <w:r w:rsidRPr="00080C4D">
        <w:t>d’une différence</w:t>
      </w:r>
      <w:r w:rsidR="00C57B55">
        <w:t> </w:t>
      </w:r>
      <w:r w:rsidRPr="00080C4D">
        <w:t>;</w:t>
      </w:r>
    </w:p>
    <w:p w14:paraId="7234D34F" w14:textId="797800D8" w:rsidR="003C5225" w:rsidRPr="00AC2EB1" w:rsidRDefault="0072562A" w:rsidP="00AC2EB1">
      <w:pPr>
        <w:pStyle w:val="Paragraphedeliste"/>
        <w:numPr>
          <w:ilvl w:val="0"/>
          <w:numId w:val="1"/>
        </w:numPr>
      </w:pPr>
      <w:r w:rsidRPr="00AC2EB1">
        <w:t>d’un produit.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96"/>
        <w:gridCol w:w="4246"/>
        <w:gridCol w:w="3820"/>
      </w:tblGrid>
      <w:tr w:rsidR="0072562A" w:rsidRPr="009F51A6" w14:paraId="1754850F" w14:textId="5EDE5221" w:rsidTr="00805B50">
        <w:tc>
          <w:tcPr>
            <w:tcW w:w="2696" w:type="dxa"/>
            <w:shd w:val="clear" w:color="auto" w:fill="auto"/>
          </w:tcPr>
          <w:p w14:paraId="5347CFC4" w14:textId="7379EDE3" w:rsidR="0072562A" w:rsidRPr="009F51A6" w:rsidRDefault="0072562A" w:rsidP="00386D96">
            <w:pPr>
              <w:jc w:val="center"/>
              <w:rPr>
                <w:b/>
                <w:sz w:val="22"/>
              </w:rPr>
            </w:pPr>
            <w:r w:rsidRPr="009F51A6">
              <w:rPr>
                <w:b/>
                <w:sz w:val="22"/>
              </w:rPr>
              <w:t>Expression</w:t>
            </w:r>
          </w:p>
        </w:tc>
        <w:tc>
          <w:tcPr>
            <w:tcW w:w="4246" w:type="dxa"/>
            <w:shd w:val="clear" w:color="auto" w:fill="auto"/>
          </w:tcPr>
          <w:p w14:paraId="04FA7483" w14:textId="01117A67" w:rsidR="0072562A" w:rsidRPr="009F51A6" w:rsidRDefault="0072562A" w:rsidP="00386D96">
            <w:pPr>
              <w:jc w:val="center"/>
              <w:rPr>
                <w:b/>
                <w:sz w:val="22"/>
              </w:rPr>
            </w:pPr>
            <w:r w:rsidRPr="009F51A6">
              <w:rPr>
                <w:b/>
                <w:sz w:val="22"/>
              </w:rPr>
              <w:t>Expression simplifiée (si possible)</w:t>
            </w:r>
          </w:p>
        </w:tc>
        <w:tc>
          <w:tcPr>
            <w:tcW w:w="3820" w:type="dxa"/>
            <w:shd w:val="clear" w:color="auto" w:fill="auto"/>
          </w:tcPr>
          <w:p w14:paraId="12019AED" w14:textId="19CAFFB4" w:rsidR="0072562A" w:rsidRPr="009F51A6" w:rsidRDefault="0072562A" w:rsidP="00386D96">
            <w:pPr>
              <w:jc w:val="center"/>
              <w:rPr>
                <w:b/>
                <w:sz w:val="22"/>
              </w:rPr>
            </w:pPr>
            <w:r w:rsidRPr="009F51A6">
              <w:rPr>
                <w:b/>
                <w:sz w:val="22"/>
              </w:rPr>
              <w:t>Vocabulaire associé</w:t>
            </w:r>
          </w:p>
        </w:tc>
      </w:tr>
      <w:tr w:rsidR="0072562A" w:rsidRPr="009F51A6" w14:paraId="6E1E015F" w14:textId="62A12EE4" w:rsidTr="00805B50">
        <w:trPr>
          <w:trHeight w:val="567"/>
        </w:trPr>
        <w:tc>
          <w:tcPr>
            <w:tcW w:w="2696" w:type="dxa"/>
            <w:vAlign w:val="center"/>
          </w:tcPr>
          <w:p w14:paraId="20813E28" w14:textId="7B256D2F" w:rsidR="0072562A" w:rsidRPr="009F51A6" w:rsidRDefault="0072562A" w:rsidP="009F51A6">
            <w:pPr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2×y×4×y</m:t>
                </m:r>
              </m:oMath>
            </m:oMathPara>
          </w:p>
        </w:tc>
        <w:tc>
          <w:tcPr>
            <w:tcW w:w="4246" w:type="dxa"/>
            <w:vAlign w:val="center"/>
          </w:tcPr>
          <w:p w14:paraId="193A56BB" w14:textId="77777777" w:rsidR="0072562A" w:rsidRPr="009F51A6" w:rsidRDefault="0072562A" w:rsidP="009F51A6">
            <w:pPr>
              <w:rPr>
                <w:sz w:val="22"/>
              </w:rPr>
            </w:pPr>
          </w:p>
        </w:tc>
        <w:tc>
          <w:tcPr>
            <w:tcW w:w="3820" w:type="dxa"/>
            <w:vAlign w:val="center"/>
          </w:tcPr>
          <w:p w14:paraId="5C90D4E4" w14:textId="77777777" w:rsidR="0072562A" w:rsidRPr="009F51A6" w:rsidRDefault="0072562A" w:rsidP="009F51A6">
            <w:pPr>
              <w:rPr>
                <w:sz w:val="22"/>
              </w:rPr>
            </w:pPr>
          </w:p>
        </w:tc>
      </w:tr>
      <w:tr w:rsidR="0072562A" w:rsidRPr="009F51A6" w14:paraId="7440A37D" w14:textId="3B441688" w:rsidTr="00805B50">
        <w:trPr>
          <w:trHeight w:val="567"/>
        </w:trPr>
        <w:tc>
          <w:tcPr>
            <w:tcW w:w="2696" w:type="dxa"/>
            <w:vAlign w:val="center"/>
          </w:tcPr>
          <w:p w14:paraId="1027979F" w14:textId="1F57A850" w:rsidR="0072562A" w:rsidRPr="009F51A6" w:rsidRDefault="0072562A" w:rsidP="009F51A6">
            <w:pPr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-5+4×x</m:t>
                </m:r>
              </m:oMath>
            </m:oMathPara>
          </w:p>
        </w:tc>
        <w:tc>
          <w:tcPr>
            <w:tcW w:w="4246" w:type="dxa"/>
            <w:vAlign w:val="center"/>
          </w:tcPr>
          <w:p w14:paraId="59F056D9" w14:textId="77777777" w:rsidR="0072562A" w:rsidRPr="009F51A6" w:rsidRDefault="0072562A" w:rsidP="009F51A6">
            <w:pPr>
              <w:rPr>
                <w:sz w:val="22"/>
              </w:rPr>
            </w:pPr>
          </w:p>
        </w:tc>
        <w:tc>
          <w:tcPr>
            <w:tcW w:w="3820" w:type="dxa"/>
            <w:vAlign w:val="center"/>
          </w:tcPr>
          <w:p w14:paraId="3E2121DE" w14:textId="77777777" w:rsidR="0072562A" w:rsidRPr="009F51A6" w:rsidRDefault="0072562A" w:rsidP="009F51A6">
            <w:pPr>
              <w:rPr>
                <w:sz w:val="22"/>
              </w:rPr>
            </w:pPr>
          </w:p>
        </w:tc>
      </w:tr>
      <w:tr w:rsidR="0072562A" w:rsidRPr="009F51A6" w14:paraId="73BE0D5B" w14:textId="181D1FE9" w:rsidTr="00805B50">
        <w:trPr>
          <w:trHeight w:val="567"/>
        </w:trPr>
        <w:tc>
          <w:tcPr>
            <w:tcW w:w="2696" w:type="dxa"/>
            <w:vAlign w:val="center"/>
          </w:tcPr>
          <w:p w14:paraId="6ECCD863" w14:textId="31FF05B6" w:rsidR="0072562A" w:rsidRPr="009F51A6" w:rsidRDefault="0072562A" w:rsidP="009F51A6">
            <w:pPr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(-3-8)×t</m:t>
                </m:r>
              </m:oMath>
            </m:oMathPara>
          </w:p>
        </w:tc>
        <w:tc>
          <w:tcPr>
            <w:tcW w:w="4246" w:type="dxa"/>
            <w:vAlign w:val="center"/>
          </w:tcPr>
          <w:p w14:paraId="4396300C" w14:textId="77777777" w:rsidR="0072562A" w:rsidRPr="009F51A6" w:rsidRDefault="0072562A" w:rsidP="009F51A6">
            <w:pPr>
              <w:rPr>
                <w:sz w:val="22"/>
              </w:rPr>
            </w:pPr>
          </w:p>
        </w:tc>
        <w:tc>
          <w:tcPr>
            <w:tcW w:w="3820" w:type="dxa"/>
            <w:vAlign w:val="center"/>
          </w:tcPr>
          <w:p w14:paraId="305DF474" w14:textId="77777777" w:rsidR="0072562A" w:rsidRPr="009F51A6" w:rsidRDefault="0072562A" w:rsidP="009F51A6">
            <w:pPr>
              <w:rPr>
                <w:sz w:val="22"/>
              </w:rPr>
            </w:pPr>
          </w:p>
        </w:tc>
      </w:tr>
      <w:tr w:rsidR="0072562A" w:rsidRPr="009F51A6" w14:paraId="0C89F278" w14:textId="1F77D292" w:rsidTr="00805B50">
        <w:trPr>
          <w:trHeight w:val="567"/>
        </w:trPr>
        <w:tc>
          <w:tcPr>
            <w:tcW w:w="2696" w:type="dxa"/>
            <w:vAlign w:val="center"/>
          </w:tcPr>
          <w:p w14:paraId="3BF2F463" w14:textId="2826EC12" w:rsidR="0072562A" w:rsidRPr="009F51A6" w:rsidRDefault="0072562A" w:rsidP="009F51A6">
            <w:pPr>
              <w:rPr>
                <w:rFonts w:eastAsia="Calibri"/>
                <w:sz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</w:rPr>
                  <m:t>a×9+4</m:t>
                </m:r>
              </m:oMath>
            </m:oMathPara>
          </w:p>
        </w:tc>
        <w:tc>
          <w:tcPr>
            <w:tcW w:w="4246" w:type="dxa"/>
            <w:vAlign w:val="center"/>
          </w:tcPr>
          <w:p w14:paraId="729656B9" w14:textId="77777777" w:rsidR="0072562A" w:rsidRPr="009F51A6" w:rsidRDefault="0072562A" w:rsidP="009F51A6">
            <w:pPr>
              <w:rPr>
                <w:sz w:val="22"/>
              </w:rPr>
            </w:pPr>
          </w:p>
        </w:tc>
        <w:tc>
          <w:tcPr>
            <w:tcW w:w="3820" w:type="dxa"/>
            <w:vAlign w:val="center"/>
          </w:tcPr>
          <w:p w14:paraId="52D5E901" w14:textId="77777777" w:rsidR="0072562A" w:rsidRPr="009F51A6" w:rsidRDefault="0072562A" w:rsidP="009F51A6">
            <w:pPr>
              <w:rPr>
                <w:sz w:val="22"/>
              </w:rPr>
            </w:pPr>
          </w:p>
        </w:tc>
      </w:tr>
      <w:tr w:rsidR="0072562A" w:rsidRPr="009F51A6" w14:paraId="4241F069" w14:textId="7358AD84" w:rsidTr="00805B50">
        <w:trPr>
          <w:trHeight w:val="567"/>
        </w:trPr>
        <w:tc>
          <w:tcPr>
            <w:tcW w:w="2696" w:type="dxa"/>
            <w:vAlign w:val="center"/>
          </w:tcPr>
          <w:p w14:paraId="2234E212" w14:textId="52B6C2DF" w:rsidR="0072562A" w:rsidRPr="009F51A6" w:rsidRDefault="0072562A" w:rsidP="009F51A6">
            <w:pPr>
              <w:rPr>
                <w:rFonts w:eastAsia="Calibri"/>
                <w:sz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</w:rPr>
                  <m:t>x×x×x-7×9</m:t>
                </m:r>
              </m:oMath>
            </m:oMathPara>
          </w:p>
        </w:tc>
        <w:tc>
          <w:tcPr>
            <w:tcW w:w="4246" w:type="dxa"/>
            <w:vAlign w:val="center"/>
          </w:tcPr>
          <w:p w14:paraId="61D1A208" w14:textId="77777777" w:rsidR="0072562A" w:rsidRPr="009F51A6" w:rsidRDefault="0072562A" w:rsidP="009F51A6">
            <w:pPr>
              <w:rPr>
                <w:sz w:val="22"/>
              </w:rPr>
            </w:pPr>
          </w:p>
        </w:tc>
        <w:tc>
          <w:tcPr>
            <w:tcW w:w="3820" w:type="dxa"/>
            <w:vAlign w:val="center"/>
          </w:tcPr>
          <w:p w14:paraId="2C059F35" w14:textId="77777777" w:rsidR="0072562A" w:rsidRPr="009F51A6" w:rsidRDefault="0072562A" w:rsidP="009F51A6">
            <w:pPr>
              <w:rPr>
                <w:sz w:val="22"/>
              </w:rPr>
            </w:pPr>
          </w:p>
        </w:tc>
      </w:tr>
    </w:tbl>
    <w:p w14:paraId="19015E7D" w14:textId="1E153E8E" w:rsidR="00386D96" w:rsidRPr="00080C4D" w:rsidRDefault="00AC2EB1" w:rsidP="009F51A6">
      <w:pPr>
        <w:pStyle w:val="Titre1"/>
      </w:pPr>
      <w:r>
        <w:t>Je m’autoévalue</w:t>
      </w:r>
    </w:p>
    <w:p w14:paraId="64929C3A" w14:textId="0A7A2347" w:rsidR="00386D96" w:rsidRPr="00080C4D" w:rsidRDefault="00386D96" w:rsidP="00386D96">
      <w:pPr>
        <w:pStyle w:val="Paragraphedeliste"/>
        <w:numPr>
          <w:ilvl w:val="0"/>
          <w:numId w:val="2"/>
        </w:numPr>
        <w:spacing w:after="0"/>
      </w:pPr>
      <w:r w:rsidRPr="00080C4D">
        <w:t>J’ai trouvé les bonnes réponses</w:t>
      </w:r>
      <w:r w:rsidR="00C57B55">
        <w:t> </w:t>
      </w:r>
      <w:r w:rsidRPr="00080C4D">
        <w:t>: je peux faire l’exercice</w:t>
      </w:r>
      <w:r w:rsidR="00C57B55">
        <w:t> </w:t>
      </w:r>
      <w:r w:rsidRPr="00080C4D">
        <w:t>3 de cette fiche.</w:t>
      </w:r>
    </w:p>
    <w:p w14:paraId="67804D76" w14:textId="77777777" w:rsidR="00386D96" w:rsidRPr="00080C4D" w:rsidRDefault="00386D96" w:rsidP="00386D96">
      <w:pPr>
        <w:pStyle w:val="Paragraphedeliste"/>
        <w:numPr>
          <w:ilvl w:val="0"/>
          <w:numId w:val="2"/>
        </w:numPr>
        <w:spacing w:after="0"/>
      </w:pPr>
      <w:r w:rsidRPr="00080C4D">
        <w:t>Sinon, j’appelle le professeur ou un camarade pour m’expliquer.</w:t>
      </w:r>
    </w:p>
    <w:p w14:paraId="747C33E2" w14:textId="77777777" w:rsidR="009F51A6" w:rsidRDefault="009F51A6" w:rsidP="009F51A6">
      <w:pPr>
        <w:pStyle w:val="Titre1"/>
        <w:spacing w:before="100" w:after="100"/>
      </w:pPr>
      <w:r>
        <w:lastRenderedPageBreak/>
        <w:t>Je m’exerce</w:t>
      </w:r>
    </w:p>
    <w:p w14:paraId="51C6D202" w14:textId="6C26FF83" w:rsidR="00F14B59" w:rsidRPr="00080C4D" w:rsidRDefault="00F14B59" w:rsidP="00AC2EB1">
      <w:pPr>
        <w:pStyle w:val="Titre2"/>
        <w:rPr>
          <w:szCs w:val="24"/>
        </w:rPr>
      </w:pPr>
      <w:r w:rsidRPr="00080C4D">
        <w:rPr>
          <w:szCs w:val="24"/>
        </w:rPr>
        <w:t>Exercice</w:t>
      </w:r>
      <w:r w:rsidR="00C57B55">
        <w:rPr>
          <w:szCs w:val="24"/>
        </w:rPr>
        <w:t> </w:t>
      </w:r>
      <w:r w:rsidR="0072562A" w:rsidRPr="00080C4D">
        <w:rPr>
          <w:szCs w:val="24"/>
        </w:rPr>
        <w:t>3</w:t>
      </w:r>
      <w:r w:rsidRPr="00080C4D">
        <w:rPr>
          <w:szCs w:val="24"/>
        </w:rPr>
        <w:t> :</w:t>
      </w:r>
      <w:r w:rsidR="0072562A" w:rsidRPr="00080C4D">
        <w:rPr>
          <w:szCs w:val="24"/>
        </w:rPr>
        <w:t xml:space="preserve"> </w:t>
      </w:r>
      <w:r w:rsidR="00AC2EB1">
        <w:rPr>
          <w:szCs w:val="24"/>
        </w:rPr>
        <w:t>c</w:t>
      </w:r>
      <w:r w:rsidR="0072562A" w:rsidRPr="00080C4D">
        <w:rPr>
          <w:szCs w:val="24"/>
        </w:rPr>
        <w:t>alculer la valeur d’une expression littérale pour une valeur donnée (1)</w:t>
      </w:r>
    </w:p>
    <w:p w14:paraId="35AB4C4A" w14:textId="68382026" w:rsidR="00C60709" w:rsidRPr="00080C4D" w:rsidRDefault="00C60709" w:rsidP="00AC2EB1">
      <w:r w:rsidRPr="00080C4D">
        <w:t>Calcule la valeur de l’expression pour la valeur donnée à la lettre.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04"/>
        <w:gridCol w:w="3237"/>
        <w:gridCol w:w="3797"/>
      </w:tblGrid>
      <w:tr w:rsidR="001125F4" w:rsidRPr="009F51A6" w14:paraId="247F0B67" w14:textId="77777777" w:rsidTr="00805B50">
        <w:trPr>
          <w:trHeight w:val="417"/>
        </w:trPr>
        <w:tc>
          <w:tcPr>
            <w:tcW w:w="3704" w:type="dxa"/>
            <w:shd w:val="clear" w:color="auto" w:fill="auto"/>
            <w:vAlign w:val="center"/>
          </w:tcPr>
          <w:p w14:paraId="15E8C97A" w14:textId="77777777" w:rsidR="001125F4" w:rsidRPr="009F51A6" w:rsidRDefault="001125F4" w:rsidP="009F51A6">
            <w:pPr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9F51A6">
              <w:rPr>
                <w:b/>
                <w:sz w:val="22"/>
              </w:rPr>
              <w:t>Expression</w:t>
            </w:r>
          </w:p>
        </w:tc>
        <w:tc>
          <w:tcPr>
            <w:tcW w:w="3237" w:type="dxa"/>
            <w:shd w:val="clear" w:color="auto" w:fill="auto"/>
            <w:vAlign w:val="center"/>
          </w:tcPr>
          <w:p w14:paraId="19295DA2" w14:textId="49BD2E4B" w:rsidR="001125F4" w:rsidRPr="009F51A6" w:rsidRDefault="001125F4" w:rsidP="009F51A6">
            <w:pPr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9F51A6">
              <w:rPr>
                <w:b/>
                <w:sz w:val="22"/>
              </w:rPr>
              <w:t>Valeur de la lettre</w:t>
            </w:r>
          </w:p>
        </w:tc>
        <w:tc>
          <w:tcPr>
            <w:tcW w:w="3797" w:type="dxa"/>
            <w:shd w:val="clear" w:color="auto" w:fill="auto"/>
            <w:vAlign w:val="center"/>
          </w:tcPr>
          <w:p w14:paraId="62F9CECA" w14:textId="014FA04D" w:rsidR="001125F4" w:rsidRPr="009F51A6" w:rsidRDefault="0079471D" w:rsidP="009F51A6">
            <w:pPr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9F51A6">
              <w:rPr>
                <w:b/>
                <w:sz w:val="22"/>
              </w:rPr>
              <w:t>V</w:t>
            </w:r>
            <w:r w:rsidR="001125F4" w:rsidRPr="009F51A6">
              <w:rPr>
                <w:b/>
                <w:sz w:val="22"/>
              </w:rPr>
              <w:t>aleur de l’expression</w:t>
            </w:r>
          </w:p>
        </w:tc>
      </w:tr>
      <w:tr w:rsidR="001125F4" w:rsidRPr="009F51A6" w14:paraId="3EF63315" w14:textId="77777777" w:rsidTr="00805B50">
        <w:trPr>
          <w:trHeight w:val="567"/>
        </w:trPr>
        <w:tc>
          <w:tcPr>
            <w:tcW w:w="3704" w:type="dxa"/>
            <w:vAlign w:val="center"/>
          </w:tcPr>
          <w:p w14:paraId="38E53719" w14:textId="5629A708" w:rsidR="001125F4" w:rsidRPr="009F51A6" w:rsidRDefault="00FA703C" w:rsidP="0012047D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-5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</w:rPr>
                  <m:t>+4x-2</m:t>
                </m:r>
              </m:oMath>
            </m:oMathPara>
          </w:p>
        </w:tc>
        <w:tc>
          <w:tcPr>
            <w:tcW w:w="3237" w:type="dxa"/>
            <w:vAlign w:val="center"/>
          </w:tcPr>
          <w:p w14:paraId="567449BB" w14:textId="2A04021E" w:rsidR="001125F4" w:rsidRPr="009F51A6" w:rsidRDefault="00FA703C" w:rsidP="0012047D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x=3</m:t>
                </m:r>
              </m:oMath>
            </m:oMathPara>
          </w:p>
        </w:tc>
        <w:tc>
          <w:tcPr>
            <w:tcW w:w="3797" w:type="dxa"/>
            <w:vAlign w:val="center"/>
          </w:tcPr>
          <w:p w14:paraId="463D7675" w14:textId="77777777" w:rsidR="001125F4" w:rsidRPr="009F51A6" w:rsidRDefault="001125F4" w:rsidP="0012047D">
            <w:pPr>
              <w:jc w:val="center"/>
              <w:rPr>
                <w:sz w:val="22"/>
              </w:rPr>
            </w:pPr>
          </w:p>
        </w:tc>
      </w:tr>
      <w:tr w:rsidR="00FA703C" w:rsidRPr="009F51A6" w14:paraId="350F9731" w14:textId="77777777" w:rsidTr="00805B50">
        <w:trPr>
          <w:trHeight w:val="567"/>
        </w:trPr>
        <w:tc>
          <w:tcPr>
            <w:tcW w:w="3704" w:type="dxa"/>
            <w:vAlign w:val="center"/>
          </w:tcPr>
          <w:p w14:paraId="444A4CAF" w14:textId="6A60EBA0" w:rsidR="00FA703C" w:rsidRPr="009F51A6" w:rsidRDefault="0013136E" w:rsidP="0012047D">
            <w:pPr>
              <w:jc w:val="center"/>
              <w:rPr>
                <w:rFonts w:eastAsia="Calibri"/>
                <w:sz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</w:rPr>
                  <m:t>2</m:t>
                </m:r>
                <m:sSup>
                  <m:sSupPr>
                    <m:ctrlPr>
                      <w:rPr>
                        <w:rFonts w:ascii="Cambria Math" w:eastAsia="Calibri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sz w:val="22"/>
                      </w:rPr>
                      <m:t>t</m:t>
                    </m:r>
                  </m:e>
                  <m:sup>
                    <m:r>
                      <w:rPr>
                        <w:rFonts w:ascii="Cambria Math" w:eastAsia="Calibri" w:hAnsi="Cambria Math"/>
                        <w:sz w:val="22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/>
                    <w:sz w:val="22"/>
                  </w:rPr>
                  <m:t>-5t+6</m:t>
                </m:r>
              </m:oMath>
            </m:oMathPara>
          </w:p>
        </w:tc>
        <w:tc>
          <w:tcPr>
            <w:tcW w:w="3237" w:type="dxa"/>
            <w:vAlign w:val="center"/>
          </w:tcPr>
          <w:p w14:paraId="716CB64E" w14:textId="5C8D38C8" w:rsidR="00FA703C" w:rsidRPr="009F51A6" w:rsidRDefault="0013136E" w:rsidP="0012047D">
            <w:pPr>
              <w:jc w:val="center"/>
              <w:rPr>
                <w:rFonts w:eastAsia="Calibri"/>
                <w:sz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</w:rPr>
                  <m:t>t=-1</m:t>
                </m:r>
              </m:oMath>
            </m:oMathPara>
          </w:p>
        </w:tc>
        <w:tc>
          <w:tcPr>
            <w:tcW w:w="3797" w:type="dxa"/>
            <w:vAlign w:val="center"/>
          </w:tcPr>
          <w:p w14:paraId="729ABB47" w14:textId="77777777" w:rsidR="00FA703C" w:rsidRPr="009F51A6" w:rsidRDefault="00FA703C" w:rsidP="0012047D">
            <w:pPr>
              <w:jc w:val="center"/>
              <w:rPr>
                <w:sz w:val="22"/>
              </w:rPr>
            </w:pPr>
          </w:p>
        </w:tc>
      </w:tr>
      <w:tr w:rsidR="00FA703C" w:rsidRPr="009F51A6" w14:paraId="3F99611E" w14:textId="77777777" w:rsidTr="00805B50">
        <w:trPr>
          <w:trHeight w:val="567"/>
        </w:trPr>
        <w:tc>
          <w:tcPr>
            <w:tcW w:w="3704" w:type="dxa"/>
            <w:vAlign w:val="center"/>
          </w:tcPr>
          <w:p w14:paraId="740B56BF" w14:textId="030D2FF7" w:rsidR="00FA703C" w:rsidRPr="009F51A6" w:rsidRDefault="009065E2" w:rsidP="0012047D">
            <w:pPr>
              <w:jc w:val="center"/>
              <w:rPr>
                <w:rFonts w:eastAsia="Calibri"/>
                <w:sz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</w:rPr>
                  <m:t>5</m:t>
                </m:r>
                <m:sSup>
                  <m:sSupPr>
                    <m:ctrlPr>
                      <w:rPr>
                        <w:rFonts w:ascii="Cambria Math" w:eastAsia="Calibri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sz w:val="22"/>
                      </w:rPr>
                      <m:t>n</m:t>
                    </m:r>
                  </m:e>
                  <m:sup>
                    <m:r>
                      <w:rPr>
                        <w:rFonts w:ascii="Cambria Math" w:eastAsia="Calibri" w:hAnsi="Cambria Math"/>
                        <w:sz w:val="22"/>
                      </w:rPr>
                      <m:t>3</m:t>
                    </m:r>
                  </m:sup>
                </m:sSup>
                <m:r>
                  <w:rPr>
                    <w:rFonts w:ascii="Cambria Math" w:eastAsia="Calibri" w:hAnsi="Cambria Math"/>
                    <w:sz w:val="22"/>
                  </w:rPr>
                  <m:t>-4</m:t>
                </m:r>
              </m:oMath>
            </m:oMathPara>
          </w:p>
        </w:tc>
        <w:tc>
          <w:tcPr>
            <w:tcW w:w="3237" w:type="dxa"/>
            <w:vAlign w:val="center"/>
          </w:tcPr>
          <w:p w14:paraId="720BC935" w14:textId="2BF5B634" w:rsidR="00FA703C" w:rsidRPr="009F51A6" w:rsidRDefault="009065E2" w:rsidP="0012047D">
            <w:pPr>
              <w:jc w:val="center"/>
              <w:rPr>
                <w:rFonts w:eastAsia="Calibri"/>
                <w:sz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</w:rPr>
                  <m:t>n=2</m:t>
                </m:r>
              </m:oMath>
            </m:oMathPara>
          </w:p>
        </w:tc>
        <w:tc>
          <w:tcPr>
            <w:tcW w:w="3797" w:type="dxa"/>
            <w:vAlign w:val="center"/>
          </w:tcPr>
          <w:p w14:paraId="4932DEC7" w14:textId="77777777" w:rsidR="00FA703C" w:rsidRPr="009F51A6" w:rsidRDefault="00FA703C" w:rsidP="0012047D">
            <w:pPr>
              <w:jc w:val="center"/>
              <w:rPr>
                <w:sz w:val="22"/>
              </w:rPr>
            </w:pPr>
          </w:p>
        </w:tc>
      </w:tr>
      <w:tr w:rsidR="00FA703C" w:rsidRPr="009F51A6" w14:paraId="0FBF380F" w14:textId="77777777" w:rsidTr="00805B50">
        <w:trPr>
          <w:trHeight w:val="567"/>
        </w:trPr>
        <w:tc>
          <w:tcPr>
            <w:tcW w:w="3704" w:type="dxa"/>
            <w:vAlign w:val="center"/>
          </w:tcPr>
          <w:p w14:paraId="6F772C1F" w14:textId="731592C0" w:rsidR="00FA703C" w:rsidRPr="009F51A6" w:rsidRDefault="006A1603" w:rsidP="0012047D">
            <w:pPr>
              <w:jc w:val="center"/>
              <w:rPr>
                <w:rFonts w:eastAsia="Calibri"/>
                <w:sz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sz w:val="22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/>
                        <w:sz w:val="22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/>
                    <w:sz w:val="22"/>
                  </w:rPr>
                  <m:t>-5a+6</m:t>
                </m:r>
              </m:oMath>
            </m:oMathPara>
          </w:p>
        </w:tc>
        <w:tc>
          <w:tcPr>
            <w:tcW w:w="3237" w:type="dxa"/>
            <w:vAlign w:val="center"/>
          </w:tcPr>
          <w:p w14:paraId="49E4A5A9" w14:textId="7997F7A9" w:rsidR="00FA703C" w:rsidRPr="009F51A6" w:rsidRDefault="00A004C1" w:rsidP="0012047D">
            <w:pPr>
              <w:jc w:val="center"/>
              <w:rPr>
                <w:rFonts w:eastAsia="Calibri"/>
                <w:sz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</w:rPr>
                  <m:t>a=3</m:t>
                </m:r>
              </m:oMath>
            </m:oMathPara>
          </w:p>
        </w:tc>
        <w:tc>
          <w:tcPr>
            <w:tcW w:w="3797" w:type="dxa"/>
            <w:vAlign w:val="center"/>
          </w:tcPr>
          <w:p w14:paraId="63B41CBC" w14:textId="77777777" w:rsidR="00FA703C" w:rsidRPr="009F51A6" w:rsidRDefault="00FA703C" w:rsidP="0012047D">
            <w:pPr>
              <w:jc w:val="center"/>
              <w:rPr>
                <w:sz w:val="22"/>
              </w:rPr>
            </w:pPr>
          </w:p>
        </w:tc>
      </w:tr>
    </w:tbl>
    <w:p w14:paraId="56076C25" w14:textId="4FF52104" w:rsidR="00A90778" w:rsidRPr="00080C4D" w:rsidRDefault="00AC2EB1" w:rsidP="009F51A6">
      <w:pPr>
        <w:pStyle w:val="Titre1"/>
      </w:pPr>
      <w:r>
        <w:t>Je m’autoévalue</w:t>
      </w:r>
    </w:p>
    <w:p w14:paraId="7B4F94EF" w14:textId="41B089CE" w:rsidR="0072562A" w:rsidRPr="00080C4D" w:rsidRDefault="0072562A" w:rsidP="0072562A">
      <w:pPr>
        <w:pStyle w:val="Paragraphedeliste"/>
        <w:numPr>
          <w:ilvl w:val="0"/>
          <w:numId w:val="2"/>
        </w:numPr>
        <w:spacing w:after="0"/>
      </w:pPr>
      <w:r w:rsidRPr="00080C4D">
        <w:t>J’ai trouvé les bonnes réponses</w:t>
      </w:r>
      <w:r w:rsidR="00C57B55">
        <w:t> </w:t>
      </w:r>
      <w:r w:rsidRPr="00080C4D">
        <w:t>: je peux faire l’exercice</w:t>
      </w:r>
      <w:r w:rsidR="00C57B55">
        <w:t> </w:t>
      </w:r>
      <w:r w:rsidRPr="00080C4D">
        <w:t>4 de cette fiche.</w:t>
      </w:r>
    </w:p>
    <w:p w14:paraId="27156850" w14:textId="1FB05B2C" w:rsidR="0072562A" w:rsidRPr="00080C4D" w:rsidRDefault="0072562A" w:rsidP="0072562A">
      <w:pPr>
        <w:pStyle w:val="Paragraphedeliste"/>
        <w:numPr>
          <w:ilvl w:val="0"/>
          <w:numId w:val="2"/>
        </w:numPr>
        <w:spacing w:after="0"/>
      </w:pPr>
      <w:r w:rsidRPr="00080C4D">
        <w:t>Sinon, j’appelle le professeur ou un camarade pour m’expliquer.</w:t>
      </w:r>
    </w:p>
    <w:p w14:paraId="6346EAB5" w14:textId="77777777" w:rsidR="009F51A6" w:rsidRDefault="009F51A6" w:rsidP="009F51A6">
      <w:pPr>
        <w:pStyle w:val="Titre1"/>
        <w:spacing w:before="100" w:after="100"/>
      </w:pPr>
      <w:r>
        <w:t>Je m’exerce</w:t>
      </w:r>
    </w:p>
    <w:p w14:paraId="1804E9B1" w14:textId="1932AF57" w:rsidR="0072562A" w:rsidRPr="00080C4D" w:rsidRDefault="0072562A" w:rsidP="00AC2EB1">
      <w:pPr>
        <w:pStyle w:val="Titre2"/>
        <w:rPr>
          <w:szCs w:val="24"/>
        </w:rPr>
      </w:pPr>
      <w:r w:rsidRPr="00080C4D">
        <w:rPr>
          <w:szCs w:val="24"/>
        </w:rPr>
        <w:t>Exercice</w:t>
      </w:r>
      <w:r w:rsidR="00C57B55">
        <w:rPr>
          <w:szCs w:val="24"/>
        </w:rPr>
        <w:t> </w:t>
      </w:r>
      <w:r w:rsidRPr="00080C4D">
        <w:rPr>
          <w:szCs w:val="24"/>
        </w:rPr>
        <w:t>4 : Calculer la valeur d’une expression littérale pour une valeur donnée (2)</w:t>
      </w:r>
    </w:p>
    <w:p w14:paraId="11DA96D2" w14:textId="44B4A31C" w:rsidR="0072562A" w:rsidRPr="00080C4D" w:rsidRDefault="0072562A" w:rsidP="00AC2EB1">
      <w:r w:rsidRPr="00080C4D">
        <w:t xml:space="preserve">Réduis les expressions suivantes (pense à prendre un brouillon pour regrouper d’une part les termes en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²</m:t>
        </m:r>
      </m:oMath>
      <w:r w:rsidRPr="00080C4D">
        <w:t xml:space="preserve">, d’autre part les termes en </w:t>
      </w:r>
      <m:oMath>
        <m:r>
          <w:rPr>
            <w:rFonts w:ascii="Cambria Math" w:hAnsi="Cambria Math"/>
          </w:rPr>
          <m:t>x</m:t>
        </m:r>
      </m:oMath>
      <w:r w:rsidRPr="00080C4D">
        <w:t xml:space="preserve"> et enfin les termes constants), puis calcule leur valeur</w:t>
      </w:r>
      <w:r w:rsidR="0079471D" w:rsidRPr="00080C4D">
        <w:t xml:space="preserve"> pour la valeur donnée de la lettre</w:t>
      </w:r>
      <w:r w:rsidRPr="00080C4D">
        <w:t>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81"/>
        <w:gridCol w:w="2835"/>
        <w:gridCol w:w="1826"/>
        <w:gridCol w:w="2420"/>
      </w:tblGrid>
      <w:tr w:rsidR="0079471D" w:rsidRPr="009F51A6" w14:paraId="0DA88F3C" w14:textId="4B470EAB" w:rsidTr="00805B50">
        <w:tc>
          <w:tcPr>
            <w:tcW w:w="3681" w:type="dxa"/>
            <w:shd w:val="clear" w:color="auto" w:fill="auto"/>
            <w:vAlign w:val="center"/>
          </w:tcPr>
          <w:p w14:paraId="5657A87F" w14:textId="77777777" w:rsidR="0079471D" w:rsidRPr="009F51A6" w:rsidRDefault="0079471D" w:rsidP="00FE304C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r w:rsidRPr="009F51A6">
              <w:rPr>
                <w:b/>
                <w:sz w:val="22"/>
                <w:szCs w:val="22"/>
              </w:rPr>
              <w:t>Expression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E7FB81" w14:textId="77777777" w:rsidR="0079471D" w:rsidRPr="009F51A6" w:rsidRDefault="0079471D" w:rsidP="00FE304C">
            <w:pPr>
              <w:jc w:val="center"/>
              <w:rPr>
                <w:b/>
                <w:sz w:val="22"/>
                <w:szCs w:val="22"/>
              </w:rPr>
            </w:pPr>
            <w:r w:rsidRPr="009F51A6">
              <w:rPr>
                <w:b/>
                <w:sz w:val="22"/>
                <w:szCs w:val="22"/>
              </w:rPr>
              <w:t>Expression réduite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2507506" w14:textId="45CA917F" w:rsidR="0079471D" w:rsidRPr="009F51A6" w:rsidRDefault="0079471D" w:rsidP="00FE304C">
            <w:pPr>
              <w:jc w:val="center"/>
              <w:rPr>
                <w:b/>
                <w:sz w:val="22"/>
                <w:szCs w:val="22"/>
              </w:rPr>
            </w:pPr>
            <w:r w:rsidRPr="009F51A6">
              <w:rPr>
                <w:b/>
                <w:sz w:val="22"/>
                <w:szCs w:val="22"/>
              </w:rPr>
              <w:t>Valeur de la lettre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000AA611" w14:textId="66C563AA" w:rsidR="0079471D" w:rsidRPr="009F51A6" w:rsidRDefault="0079471D" w:rsidP="00FE304C">
            <w:pPr>
              <w:jc w:val="center"/>
              <w:rPr>
                <w:b/>
                <w:sz w:val="22"/>
                <w:szCs w:val="22"/>
              </w:rPr>
            </w:pPr>
            <w:r w:rsidRPr="009F51A6">
              <w:rPr>
                <w:b/>
                <w:sz w:val="22"/>
                <w:szCs w:val="22"/>
              </w:rPr>
              <w:t>Valeur de l’expression</w:t>
            </w:r>
          </w:p>
        </w:tc>
      </w:tr>
      <w:tr w:rsidR="0079471D" w:rsidRPr="009F51A6" w14:paraId="5312C625" w14:textId="33919BE4" w:rsidTr="00805B50">
        <w:trPr>
          <w:trHeight w:val="567"/>
        </w:trPr>
        <w:tc>
          <w:tcPr>
            <w:tcW w:w="3681" w:type="dxa"/>
            <w:vAlign w:val="center"/>
          </w:tcPr>
          <w:p w14:paraId="168B9E95" w14:textId="77777777" w:rsidR="0079471D" w:rsidRPr="009F51A6" w:rsidRDefault="0079471D" w:rsidP="00FE304C">
            <w:pPr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-15x+5+7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-8-3x²</m:t>
                </m:r>
              </m:oMath>
            </m:oMathPara>
          </w:p>
        </w:tc>
        <w:tc>
          <w:tcPr>
            <w:tcW w:w="2835" w:type="dxa"/>
            <w:vAlign w:val="center"/>
          </w:tcPr>
          <w:p w14:paraId="054F6CEF" w14:textId="77777777" w:rsidR="0079471D" w:rsidRPr="009F51A6" w:rsidRDefault="0079471D" w:rsidP="00FE30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14:paraId="5EED8DE6" w14:textId="68FE2C2E" w:rsidR="0079471D" w:rsidRPr="009F51A6" w:rsidRDefault="0079471D" w:rsidP="00FE304C">
            <w:pPr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x=2</m:t>
                </m:r>
              </m:oMath>
            </m:oMathPara>
          </w:p>
        </w:tc>
        <w:tc>
          <w:tcPr>
            <w:tcW w:w="2420" w:type="dxa"/>
            <w:vAlign w:val="center"/>
          </w:tcPr>
          <w:p w14:paraId="741638C4" w14:textId="77777777" w:rsidR="0079471D" w:rsidRPr="009F51A6" w:rsidRDefault="0079471D" w:rsidP="00FE304C">
            <w:pPr>
              <w:jc w:val="center"/>
              <w:rPr>
                <w:sz w:val="22"/>
                <w:szCs w:val="22"/>
              </w:rPr>
            </w:pPr>
          </w:p>
        </w:tc>
      </w:tr>
      <w:tr w:rsidR="0079471D" w:rsidRPr="009F51A6" w14:paraId="387E94EC" w14:textId="138CB4DC" w:rsidTr="00805B50">
        <w:trPr>
          <w:trHeight w:val="567"/>
        </w:trPr>
        <w:tc>
          <w:tcPr>
            <w:tcW w:w="3681" w:type="dxa"/>
            <w:vAlign w:val="center"/>
          </w:tcPr>
          <w:p w14:paraId="1248518F" w14:textId="77777777" w:rsidR="0079471D" w:rsidRPr="009F51A6" w:rsidRDefault="0079471D" w:rsidP="00FE304C">
            <w:pPr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18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-4x+11+4x-9x²</m:t>
                </m:r>
              </m:oMath>
            </m:oMathPara>
          </w:p>
        </w:tc>
        <w:tc>
          <w:tcPr>
            <w:tcW w:w="2835" w:type="dxa"/>
            <w:vAlign w:val="center"/>
          </w:tcPr>
          <w:p w14:paraId="7B6DA5CD" w14:textId="77777777" w:rsidR="0079471D" w:rsidRPr="009F51A6" w:rsidRDefault="0079471D" w:rsidP="00FE30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14:paraId="1D765BCC" w14:textId="566799C6" w:rsidR="0079471D" w:rsidRPr="009F51A6" w:rsidRDefault="0079471D" w:rsidP="00FE304C">
            <w:pPr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x=3</m:t>
                </m:r>
              </m:oMath>
            </m:oMathPara>
          </w:p>
        </w:tc>
        <w:tc>
          <w:tcPr>
            <w:tcW w:w="2420" w:type="dxa"/>
            <w:vAlign w:val="center"/>
          </w:tcPr>
          <w:p w14:paraId="180326EE" w14:textId="77777777" w:rsidR="0079471D" w:rsidRPr="009F51A6" w:rsidRDefault="0079471D" w:rsidP="00FE304C">
            <w:pPr>
              <w:jc w:val="center"/>
              <w:rPr>
                <w:sz w:val="22"/>
                <w:szCs w:val="22"/>
              </w:rPr>
            </w:pPr>
          </w:p>
        </w:tc>
      </w:tr>
      <w:tr w:rsidR="0079471D" w:rsidRPr="009F51A6" w14:paraId="25C6BFBF" w14:textId="4BF9251E" w:rsidTr="00805B50">
        <w:trPr>
          <w:trHeight w:val="567"/>
        </w:trPr>
        <w:tc>
          <w:tcPr>
            <w:tcW w:w="3681" w:type="dxa"/>
            <w:vAlign w:val="center"/>
          </w:tcPr>
          <w:p w14:paraId="6B23E77E" w14:textId="77777777" w:rsidR="0079471D" w:rsidRPr="009F51A6" w:rsidRDefault="0079471D" w:rsidP="00FE304C">
            <w:pPr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-7x-8x+3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-1-2x²</m:t>
                </m:r>
              </m:oMath>
            </m:oMathPara>
          </w:p>
        </w:tc>
        <w:tc>
          <w:tcPr>
            <w:tcW w:w="2835" w:type="dxa"/>
            <w:vAlign w:val="center"/>
          </w:tcPr>
          <w:p w14:paraId="5B74AABB" w14:textId="77777777" w:rsidR="0079471D" w:rsidRPr="009F51A6" w:rsidRDefault="0079471D" w:rsidP="00FE30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14:paraId="5115AF0E" w14:textId="4E936B16" w:rsidR="0079471D" w:rsidRPr="009F51A6" w:rsidRDefault="0079471D" w:rsidP="00FE304C">
            <w:pPr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x=4</m:t>
                </m:r>
              </m:oMath>
            </m:oMathPara>
          </w:p>
        </w:tc>
        <w:tc>
          <w:tcPr>
            <w:tcW w:w="2420" w:type="dxa"/>
            <w:vAlign w:val="center"/>
          </w:tcPr>
          <w:p w14:paraId="3011D3A1" w14:textId="77777777" w:rsidR="0079471D" w:rsidRPr="009F51A6" w:rsidRDefault="0079471D" w:rsidP="00FE304C">
            <w:pPr>
              <w:jc w:val="center"/>
              <w:rPr>
                <w:sz w:val="22"/>
                <w:szCs w:val="22"/>
              </w:rPr>
            </w:pPr>
          </w:p>
        </w:tc>
      </w:tr>
      <w:tr w:rsidR="0079471D" w:rsidRPr="009F51A6" w14:paraId="06E06594" w14:textId="36F09843" w:rsidTr="00805B50">
        <w:trPr>
          <w:trHeight w:val="567"/>
        </w:trPr>
        <w:tc>
          <w:tcPr>
            <w:tcW w:w="3681" w:type="dxa"/>
            <w:vAlign w:val="center"/>
          </w:tcPr>
          <w:p w14:paraId="54B6C6DF" w14:textId="77777777" w:rsidR="0079471D" w:rsidRPr="009F51A6" w:rsidRDefault="0079471D" w:rsidP="00FE304C">
            <w:pPr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11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+5x-8-4x-5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-3x+6</m:t>
                </m:r>
              </m:oMath>
            </m:oMathPara>
          </w:p>
        </w:tc>
        <w:tc>
          <w:tcPr>
            <w:tcW w:w="2835" w:type="dxa"/>
            <w:vAlign w:val="center"/>
          </w:tcPr>
          <w:p w14:paraId="02F8339B" w14:textId="77777777" w:rsidR="0079471D" w:rsidRPr="009F51A6" w:rsidRDefault="0079471D" w:rsidP="00FE30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14:paraId="67924670" w14:textId="321DF2DD" w:rsidR="0079471D" w:rsidRPr="009F51A6" w:rsidRDefault="0079471D" w:rsidP="00FE304C">
            <w:pPr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x=5</m:t>
                </m:r>
              </m:oMath>
            </m:oMathPara>
          </w:p>
        </w:tc>
        <w:tc>
          <w:tcPr>
            <w:tcW w:w="2420" w:type="dxa"/>
            <w:vAlign w:val="center"/>
          </w:tcPr>
          <w:p w14:paraId="470E14D6" w14:textId="77777777" w:rsidR="0079471D" w:rsidRPr="009F51A6" w:rsidRDefault="0079471D" w:rsidP="00FE304C">
            <w:pPr>
              <w:jc w:val="center"/>
              <w:rPr>
                <w:sz w:val="22"/>
                <w:szCs w:val="22"/>
              </w:rPr>
            </w:pPr>
          </w:p>
        </w:tc>
      </w:tr>
    </w:tbl>
    <w:bookmarkEnd w:id="0"/>
    <w:p w14:paraId="0F69C2E2" w14:textId="69AB326E" w:rsidR="0072562A" w:rsidRPr="00080C4D" w:rsidRDefault="00AC2EB1" w:rsidP="009F51A6">
      <w:pPr>
        <w:pStyle w:val="Titre1"/>
      </w:pPr>
      <w:r>
        <w:t>Je m’autoévalue</w:t>
      </w:r>
    </w:p>
    <w:p w14:paraId="4A5A801A" w14:textId="0C886231" w:rsidR="0072562A" w:rsidRPr="00080C4D" w:rsidRDefault="0072562A" w:rsidP="0072562A">
      <w:pPr>
        <w:pStyle w:val="Paragraphedeliste"/>
        <w:numPr>
          <w:ilvl w:val="0"/>
          <w:numId w:val="2"/>
        </w:numPr>
        <w:spacing w:after="0"/>
      </w:pPr>
      <w:r w:rsidRPr="00080C4D">
        <w:t>J’ai trouvé les bonnes réponses</w:t>
      </w:r>
      <w:r w:rsidR="00C57B55">
        <w:t> </w:t>
      </w:r>
      <w:r w:rsidRPr="00080C4D">
        <w:t xml:space="preserve">: </w:t>
      </w:r>
      <w:r w:rsidR="00600155" w:rsidRPr="00080C4D">
        <w:t xml:space="preserve">je complète le bilan, puis </w:t>
      </w:r>
      <w:r w:rsidRPr="00080C4D">
        <w:t>je fai</w:t>
      </w:r>
      <w:r w:rsidR="00600155" w:rsidRPr="00080C4D">
        <w:t>s</w:t>
      </w:r>
      <w:r w:rsidRPr="00080C4D">
        <w:t xml:space="preserve"> la fiche</w:t>
      </w:r>
      <w:r w:rsidR="00C57B55">
        <w:t> </w:t>
      </w:r>
      <w:r w:rsidR="00387580" w:rsidRPr="00080C4D">
        <w:t>P2</w:t>
      </w:r>
      <w:r w:rsidRPr="00080C4D">
        <w:t>.</w:t>
      </w:r>
    </w:p>
    <w:p w14:paraId="385A29A1" w14:textId="77777777" w:rsidR="00600155" w:rsidRPr="00080C4D" w:rsidRDefault="0072562A" w:rsidP="00600155">
      <w:pPr>
        <w:pStyle w:val="Paragraphedeliste"/>
        <w:numPr>
          <w:ilvl w:val="0"/>
          <w:numId w:val="2"/>
        </w:numPr>
        <w:spacing w:after="0"/>
      </w:pPr>
      <w:r w:rsidRPr="00080C4D">
        <w:t>Sinon, j’appelle le professeur ou un camarade pour m’expliquer</w:t>
      </w:r>
      <w:r w:rsidR="00600155" w:rsidRPr="00080C4D">
        <w:t>, puis je complète le bilan.</w:t>
      </w:r>
    </w:p>
    <w:p w14:paraId="44DD52B4" w14:textId="77777777" w:rsidR="009F51A6" w:rsidRDefault="009F51A6">
      <w:pPr>
        <w:shd w:val="clear" w:color="auto" w:fill="auto"/>
        <w:spacing w:before="0" w:beforeAutospacing="0" w:after="160" w:afterAutospacing="0" w:line="259" w:lineRule="auto"/>
        <w:rPr>
          <w:color w:val="465F9D"/>
          <w:sz w:val="28"/>
          <w:szCs w:val="36"/>
        </w:rPr>
      </w:pPr>
      <w:r>
        <w:br w:type="page"/>
      </w:r>
    </w:p>
    <w:p w14:paraId="6718731C" w14:textId="11FA2800" w:rsidR="00600155" w:rsidRPr="00080C4D" w:rsidRDefault="00600155" w:rsidP="009F51A6">
      <w:pPr>
        <w:pStyle w:val="Titre1"/>
        <w:spacing w:before="100" w:after="100"/>
      </w:pPr>
      <w:r w:rsidRPr="00080C4D">
        <w:lastRenderedPageBreak/>
        <w:t>Bilan : je fais le point sur mes</w:t>
      </w:r>
      <w:r w:rsidR="00AC2EB1">
        <w:t xml:space="preserve"> compétences</w:t>
      </w:r>
    </w:p>
    <w:p w14:paraId="3004EC1D" w14:textId="4D2295C5" w:rsidR="00600155" w:rsidRPr="00080C4D" w:rsidRDefault="00002059" w:rsidP="009F51A6">
      <w:pPr>
        <w:pStyle w:val="Paragraphedeliste"/>
        <w:numPr>
          <w:ilvl w:val="0"/>
          <w:numId w:val="2"/>
        </w:numPr>
        <w:spacing w:before="100" w:afterAutospacing="0" w:line="480" w:lineRule="auto"/>
      </w:pPr>
      <w:r w:rsidRPr="00080C4D">
        <w:t>Avec c</w:t>
      </w:r>
      <w:r w:rsidR="00AC2EB1">
        <w:t>ette fiche, maintenant je sais</w:t>
      </w:r>
    </w:p>
    <w:p w14:paraId="47E2E070" w14:textId="586FD6F6" w:rsidR="00600155" w:rsidRPr="00080C4D" w:rsidRDefault="00600155" w:rsidP="009F51A6">
      <w:pPr>
        <w:spacing w:beforeAutospacing="0" w:afterAutospacing="0" w:line="480" w:lineRule="auto"/>
      </w:pPr>
      <w:r w:rsidRPr="00080C4D">
        <w:t>………………………………………………………………………………………………………………………………</w:t>
      </w:r>
    </w:p>
    <w:p w14:paraId="65C90299" w14:textId="559680F8" w:rsidR="00600155" w:rsidRPr="00080C4D" w:rsidRDefault="00600155" w:rsidP="009F51A6">
      <w:pPr>
        <w:spacing w:beforeAutospacing="0" w:afterAutospacing="0" w:line="480" w:lineRule="auto"/>
      </w:pPr>
      <w:r w:rsidRPr="00080C4D">
        <w:t>………………………………………………………………………………………………………………………………</w:t>
      </w:r>
    </w:p>
    <w:p w14:paraId="6B75A695" w14:textId="09DE8FA0" w:rsidR="00600155" w:rsidRPr="00080C4D" w:rsidRDefault="00600155" w:rsidP="009F51A6">
      <w:pPr>
        <w:spacing w:beforeAutospacing="0" w:afterAutospacing="0" w:line="480" w:lineRule="auto"/>
      </w:pPr>
      <w:r w:rsidRPr="00080C4D">
        <w:t>………………………………………………………………………………………………………………………………</w:t>
      </w:r>
    </w:p>
    <w:p w14:paraId="1B849DC3" w14:textId="431359FB" w:rsidR="00600155" w:rsidRPr="00080C4D" w:rsidRDefault="00600155" w:rsidP="009F51A6">
      <w:pPr>
        <w:pStyle w:val="Paragraphedeliste"/>
        <w:numPr>
          <w:ilvl w:val="0"/>
          <w:numId w:val="2"/>
        </w:numPr>
        <w:spacing w:before="100" w:afterAutospacing="0" w:line="480" w:lineRule="auto"/>
      </w:pPr>
      <w:r w:rsidRPr="00080C4D">
        <w:t>Je dois enco</w:t>
      </w:r>
      <w:r w:rsidR="00AC2EB1">
        <w:t>re apprendre ou m’exercer sur</w:t>
      </w:r>
    </w:p>
    <w:p w14:paraId="49A51070" w14:textId="3A38A552" w:rsidR="00600155" w:rsidRPr="00080C4D" w:rsidRDefault="00600155" w:rsidP="009F51A6">
      <w:pPr>
        <w:spacing w:beforeAutospacing="0" w:afterAutospacing="0" w:line="480" w:lineRule="auto"/>
      </w:pPr>
      <w:r w:rsidRPr="00080C4D">
        <w:t>………………………………………………………………………………………………………………………………</w:t>
      </w:r>
    </w:p>
    <w:p w14:paraId="5C748748" w14:textId="2A2B1D79" w:rsidR="00600155" w:rsidRPr="00080C4D" w:rsidRDefault="00600155" w:rsidP="009F51A6">
      <w:pPr>
        <w:spacing w:beforeAutospacing="0" w:afterAutospacing="0" w:line="480" w:lineRule="auto"/>
      </w:pPr>
      <w:r w:rsidRPr="00080C4D">
        <w:t>………………………………………………………………………………………………………………………………</w:t>
      </w:r>
    </w:p>
    <w:p w14:paraId="1ED31FD4" w14:textId="1D766B62" w:rsidR="00F14B59" w:rsidRPr="00080C4D" w:rsidRDefault="00600155" w:rsidP="009F51A6">
      <w:pPr>
        <w:spacing w:beforeAutospacing="0" w:afterAutospacing="0" w:line="480" w:lineRule="auto"/>
      </w:pPr>
      <w:r w:rsidRPr="00080C4D">
        <w:t>………………………………………………………………………………………………………………………………</w:t>
      </w:r>
    </w:p>
    <w:sectPr w:rsidR="00F14B59" w:rsidRPr="00080C4D" w:rsidSect="00DE66E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5B168" w14:textId="77777777" w:rsidR="006A1603" w:rsidRDefault="006A1603" w:rsidP="00C57B55">
      <w:pPr>
        <w:spacing w:before="0" w:after="0"/>
      </w:pPr>
      <w:r>
        <w:separator/>
      </w:r>
    </w:p>
  </w:endnote>
  <w:endnote w:type="continuationSeparator" w:id="0">
    <w:p w14:paraId="3EBB4DAF" w14:textId="77777777" w:rsidR="006A1603" w:rsidRDefault="006A1603" w:rsidP="00C57B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A8C95" w14:textId="77777777" w:rsidR="006A1603" w:rsidRDefault="006A1603" w:rsidP="00C57B55">
      <w:pPr>
        <w:spacing w:before="0" w:after="0"/>
      </w:pPr>
      <w:r>
        <w:separator/>
      </w:r>
    </w:p>
  </w:footnote>
  <w:footnote w:type="continuationSeparator" w:id="0">
    <w:p w14:paraId="3D955143" w14:textId="77777777" w:rsidR="006A1603" w:rsidRDefault="006A1603" w:rsidP="00C57B5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699F"/>
    <w:multiLevelType w:val="hybridMultilevel"/>
    <w:tmpl w:val="260AB0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9"/>
  </w:num>
  <w:num w:numId="8">
    <w:abstractNumId w:val="5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6ED"/>
    <w:rsid w:val="00002059"/>
    <w:rsid w:val="00022EA4"/>
    <w:rsid w:val="00080C4D"/>
    <w:rsid w:val="000C6D42"/>
    <w:rsid w:val="001125F4"/>
    <w:rsid w:val="0012047D"/>
    <w:rsid w:val="0013136E"/>
    <w:rsid w:val="0033089C"/>
    <w:rsid w:val="00386D96"/>
    <w:rsid w:val="00387580"/>
    <w:rsid w:val="003C5225"/>
    <w:rsid w:val="004D059C"/>
    <w:rsid w:val="004E7EC0"/>
    <w:rsid w:val="005E4356"/>
    <w:rsid w:val="00600155"/>
    <w:rsid w:val="0061661E"/>
    <w:rsid w:val="00621970"/>
    <w:rsid w:val="0066431B"/>
    <w:rsid w:val="0067016B"/>
    <w:rsid w:val="006A1603"/>
    <w:rsid w:val="006E3E84"/>
    <w:rsid w:val="0072562A"/>
    <w:rsid w:val="0079471D"/>
    <w:rsid w:val="00794CAB"/>
    <w:rsid w:val="007A61FA"/>
    <w:rsid w:val="00805B50"/>
    <w:rsid w:val="00835A50"/>
    <w:rsid w:val="008849C5"/>
    <w:rsid w:val="008A61AD"/>
    <w:rsid w:val="009065E2"/>
    <w:rsid w:val="009F1700"/>
    <w:rsid w:val="009F428C"/>
    <w:rsid w:val="009F51A6"/>
    <w:rsid w:val="00A004C1"/>
    <w:rsid w:val="00A409B2"/>
    <w:rsid w:val="00A90778"/>
    <w:rsid w:val="00A94F0A"/>
    <w:rsid w:val="00AB6FE6"/>
    <w:rsid w:val="00AC2EB1"/>
    <w:rsid w:val="00B3724A"/>
    <w:rsid w:val="00C271CE"/>
    <w:rsid w:val="00C57B55"/>
    <w:rsid w:val="00C60709"/>
    <w:rsid w:val="00CE1776"/>
    <w:rsid w:val="00CF6A58"/>
    <w:rsid w:val="00D10526"/>
    <w:rsid w:val="00DE66ED"/>
    <w:rsid w:val="00E91AC8"/>
    <w:rsid w:val="00EC1ACD"/>
    <w:rsid w:val="00F14B59"/>
    <w:rsid w:val="00F1764A"/>
    <w:rsid w:val="00FA703C"/>
    <w:rsid w:val="00FB43B4"/>
    <w:rsid w:val="00FE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4D2AC"/>
  <w15:chartTrackingRefBased/>
  <w15:docId w15:val="{853FACB1-A64E-45E6-9BE9-4BB4BFFB4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B50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05B50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05B50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05B50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05B5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805B50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805B50"/>
  </w:style>
  <w:style w:type="character" w:customStyle="1" w:styleId="Titre1Car">
    <w:name w:val="Titre 1 Car"/>
    <w:link w:val="Titre1"/>
    <w:uiPriority w:val="9"/>
    <w:rsid w:val="00805B50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805B50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paragraph" w:styleId="Paragraphedeliste">
    <w:name w:val="List Paragraph"/>
    <w:basedOn w:val="Normal"/>
    <w:uiPriority w:val="34"/>
    <w:rsid w:val="00805B50"/>
    <w:pPr>
      <w:ind w:left="720"/>
      <w:contextualSpacing/>
    </w:pPr>
  </w:style>
  <w:style w:type="table" w:styleId="Grilledutableau">
    <w:name w:val="Table Grid"/>
    <w:basedOn w:val="TableauNormal"/>
    <w:uiPriority w:val="59"/>
    <w:rsid w:val="00805B5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05B50"/>
    <w:rPr>
      <w:color w:val="808080"/>
    </w:rPr>
  </w:style>
  <w:style w:type="character" w:customStyle="1" w:styleId="Titre3Car">
    <w:name w:val="Titre 3 Car"/>
    <w:link w:val="Titre3"/>
    <w:uiPriority w:val="9"/>
    <w:rsid w:val="00805B50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805B50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805B50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paragraph" w:customStyle="1" w:styleId="Titredecollection">
    <w:name w:val="Titre de collection"/>
    <w:basedOn w:val="Normal"/>
    <w:qFormat/>
    <w:rsid w:val="00805B50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805B50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805B50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805B50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805B50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paragraph" w:customStyle="1" w:styleId="Encadr">
    <w:name w:val="Encadré"/>
    <w:basedOn w:val="Normal"/>
    <w:qFormat/>
    <w:rsid w:val="00805B50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805B50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805B50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05B50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805B50"/>
    <w:rPr>
      <w:color w:val="0000FF"/>
      <w:u w:val="single"/>
    </w:rPr>
  </w:style>
  <w:style w:type="paragraph" w:customStyle="1" w:styleId="Encartgras">
    <w:name w:val="Encart gras"/>
    <w:basedOn w:val="Normal"/>
    <w:qFormat/>
    <w:rsid w:val="00805B50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805B50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805B50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805B50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805B50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C57B55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C57B55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28</TotalTime>
  <Pages>4</Pages>
  <Words>460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</dc:creator>
  <cp:keywords/>
  <dc:description/>
  <cp:lastModifiedBy>JEROME SAVIDAN</cp:lastModifiedBy>
  <cp:revision>19</cp:revision>
  <dcterms:created xsi:type="dcterms:W3CDTF">2023-06-12T08:14:00Z</dcterms:created>
  <dcterms:modified xsi:type="dcterms:W3CDTF">2023-08-08T13:28:00Z</dcterms:modified>
</cp:coreProperties>
</file>